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232782E4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A9565C">
        <w:rPr>
          <w:b/>
          <w:bCs/>
          <w:sz w:val="20"/>
        </w:rPr>
        <w:t>202</w:t>
      </w:r>
      <w:r w:rsidR="000F7D97">
        <w:rPr>
          <w:b/>
          <w:bCs/>
          <w:sz w:val="20"/>
        </w:rPr>
        <w:t>5</w:t>
      </w:r>
      <w:r w:rsidR="00A9565C">
        <w:rPr>
          <w:b/>
          <w:bCs/>
          <w:sz w:val="20"/>
        </w:rPr>
        <w:t>/</w:t>
      </w:r>
      <w:r w:rsidR="00832BE6">
        <w:rPr>
          <w:b/>
          <w:bCs/>
          <w:sz w:val="20"/>
        </w:rPr>
        <w:t>254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77777777" w:rsidR="00E350CA" w:rsidRPr="001611B4" w:rsidRDefault="00E350CA" w:rsidP="00E350CA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>(</w:t>
      </w:r>
      <w:proofErr w:type="spellStart"/>
      <w:r w:rsidRPr="001611B4">
        <w:rPr>
          <w:rFonts w:eastAsia="Calibri"/>
          <w:sz w:val="20"/>
          <w:szCs w:val="20"/>
        </w:rPr>
        <w:t>hiliseima</w:t>
      </w:r>
      <w:proofErr w:type="spellEnd"/>
      <w:r w:rsidRPr="001611B4">
        <w:rPr>
          <w:rFonts w:eastAsia="Calibri"/>
          <w:sz w:val="20"/>
          <w:szCs w:val="20"/>
        </w:rPr>
        <w:t xml:space="preserve"> </w:t>
      </w:r>
      <w:proofErr w:type="spellStart"/>
      <w:r w:rsidRPr="001611B4">
        <w:rPr>
          <w:rFonts w:eastAsia="Calibri"/>
          <w:sz w:val="20"/>
          <w:szCs w:val="20"/>
        </w:rPr>
        <w:t>digitaalallkirja</w:t>
      </w:r>
      <w:proofErr w:type="spellEnd"/>
      <w:r w:rsidRPr="001611B4">
        <w:rPr>
          <w:rFonts w:eastAsia="Calibri"/>
          <w:sz w:val="20"/>
          <w:szCs w:val="20"/>
        </w:rPr>
        <w:t xml:space="preserve"> </w:t>
      </w:r>
      <w:proofErr w:type="spellStart"/>
      <w:r w:rsidRPr="001611B4">
        <w:rPr>
          <w:rFonts w:eastAsia="Calibri"/>
          <w:sz w:val="20"/>
          <w:szCs w:val="20"/>
        </w:rPr>
        <w:t>kuupäev</w:t>
      </w:r>
      <w:proofErr w:type="spellEnd"/>
      <w:r w:rsidRPr="001611B4">
        <w:rPr>
          <w:rFonts w:eastAsia="Calibri"/>
          <w:sz w:val="20"/>
          <w:szCs w:val="20"/>
        </w:rPr>
        <w:t>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Kommentaariteks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r w:rsidR="00DA637A" w:rsidRPr="001611B4">
              <w:rPr>
                <w:sz w:val="20"/>
              </w:rPr>
              <w:t xml:space="preserve">Sagadi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7" w:history="1">
              <w:r w:rsidR="0055321D" w:rsidRPr="001611B4">
                <w:rPr>
                  <w:rStyle w:val="H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48E43B3A" w:rsidR="005253F3" w:rsidRPr="001611B4" w:rsidRDefault="003941F8" w:rsidP="00836379">
            <w:pPr>
              <w:rPr>
                <w:sz w:val="20"/>
              </w:rPr>
            </w:pPr>
            <w:r w:rsidRPr="003941F8">
              <w:rPr>
                <w:sz w:val="20"/>
              </w:rPr>
              <w:t>RMK turustusspetsialist Mart Enel</w:t>
            </w:r>
          </w:p>
        </w:tc>
        <w:tc>
          <w:tcPr>
            <w:tcW w:w="3119" w:type="dxa"/>
          </w:tcPr>
          <w:p w14:paraId="18A4DAB6" w14:textId="255D336A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Tel </w:t>
            </w:r>
            <w:r w:rsidR="003941F8" w:rsidRPr="003941F8">
              <w:rPr>
                <w:sz w:val="20"/>
              </w:rPr>
              <w:t>526 3392</w:t>
            </w:r>
            <w:r w:rsidRPr="001611B4">
              <w:rPr>
                <w:noProof/>
                <w:color w:val="000000"/>
                <w:sz w:val="20"/>
              </w:rPr>
              <w:br/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2D5797DB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r w:rsidR="000F7D97">
              <w:rPr>
                <w:rFonts w:eastAsia="Calibri"/>
                <w:sz w:val="20"/>
              </w:rPr>
              <w:t>16.01.2025</w:t>
            </w:r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3A114F" w:rsidRPr="001611B4">
              <w:rPr>
                <w:sz w:val="20"/>
              </w:rPr>
              <w:t>1-5/</w:t>
            </w:r>
            <w:r w:rsidR="000F7D97">
              <w:rPr>
                <w:sz w:val="20"/>
              </w:rPr>
              <w:t>7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3544"/>
        <w:gridCol w:w="3196"/>
      </w:tblGrid>
      <w:tr w:rsidR="005253F3" w:rsidRPr="001611B4" w14:paraId="6E3EC6BB" w14:textId="77777777" w:rsidTr="0033728C">
        <w:tc>
          <w:tcPr>
            <w:tcW w:w="3289" w:type="dxa"/>
          </w:tcPr>
          <w:p w14:paraId="4FC74FA5" w14:textId="25A8BDB8" w:rsidR="005253F3" w:rsidRPr="001611B4" w:rsidRDefault="003941F8" w:rsidP="00E8544B">
            <w:pPr>
              <w:rPr>
                <w:sz w:val="20"/>
              </w:rPr>
            </w:pPr>
            <w:r w:rsidRPr="003941F8">
              <w:rPr>
                <w:sz w:val="20"/>
              </w:rPr>
              <w:t>Heikko Kont FIE</w:t>
            </w:r>
          </w:p>
        </w:tc>
        <w:tc>
          <w:tcPr>
            <w:tcW w:w="3544" w:type="dxa"/>
          </w:tcPr>
          <w:p w14:paraId="59D45EC8" w14:textId="77777777" w:rsidR="003941F8" w:rsidRPr="003941F8" w:rsidRDefault="003941F8" w:rsidP="003941F8">
            <w:pPr>
              <w:rPr>
                <w:sz w:val="20"/>
              </w:rPr>
            </w:pPr>
            <w:r w:rsidRPr="003941F8">
              <w:rPr>
                <w:sz w:val="20"/>
              </w:rPr>
              <w:t>Registrikood 10547797</w:t>
            </w:r>
          </w:p>
          <w:p w14:paraId="2C4748F4" w14:textId="434514E5" w:rsidR="005253F3" w:rsidRPr="001611B4" w:rsidRDefault="003941F8" w:rsidP="003941F8">
            <w:pPr>
              <w:rPr>
                <w:bCs/>
                <w:sz w:val="20"/>
              </w:rPr>
            </w:pPr>
            <w:proofErr w:type="spellStart"/>
            <w:r w:rsidRPr="003941F8">
              <w:rPr>
                <w:sz w:val="20"/>
              </w:rPr>
              <w:t>Rääsa</w:t>
            </w:r>
            <w:proofErr w:type="spellEnd"/>
            <w:r w:rsidRPr="003941F8">
              <w:rPr>
                <w:sz w:val="20"/>
              </w:rPr>
              <w:t xml:space="preserve"> küla Lüganuse vald Ida-Virumaa</w:t>
            </w:r>
            <w:r w:rsidR="004127F5" w:rsidRPr="001611B4">
              <w:rPr>
                <w:noProof/>
                <w:color w:val="000000"/>
                <w:sz w:val="20"/>
              </w:rPr>
              <w:br/>
            </w:r>
          </w:p>
        </w:tc>
        <w:tc>
          <w:tcPr>
            <w:tcW w:w="3196" w:type="dxa"/>
          </w:tcPr>
          <w:p w14:paraId="45C69494" w14:textId="7371BCD9" w:rsidR="005253F3" w:rsidRPr="001611B4" w:rsidRDefault="004127F5" w:rsidP="00E8544B">
            <w:pPr>
              <w:rPr>
                <w:bCs/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Tel </w:t>
            </w:r>
            <w:r w:rsidR="003941F8" w:rsidRPr="003941F8">
              <w:rPr>
                <w:sz w:val="20"/>
              </w:rPr>
              <w:t>5169042</w:t>
            </w:r>
            <w:r w:rsidRPr="001611B4">
              <w:rPr>
                <w:noProof/>
                <w:color w:val="000000"/>
                <w:sz w:val="20"/>
              </w:rPr>
              <w:br/>
              <w:t xml:space="preserve">E-post </w:t>
            </w:r>
            <w:hyperlink r:id="rId18" w:history="1">
              <w:r w:rsidR="003941F8" w:rsidRPr="0014087A">
                <w:rPr>
                  <w:rStyle w:val="Hperlink"/>
                  <w:sz w:val="20"/>
                </w:rPr>
                <w:t>heikko.kont@gmail.com</w:t>
              </w:r>
            </w:hyperlink>
            <w:r w:rsidR="003941F8">
              <w:rPr>
                <w:sz w:val="20"/>
              </w:rPr>
              <w:t xml:space="preserve"> </w:t>
            </w:r>
            <w:r w:rsidR="003941F8" w:rsidRPr="003941F8">
              <w:rPr>
                <w:sz w:val="20"/>
              </w:rPr>
              <w:t xml:space="preserve">   </w:t>
            </w:r>
            <w:r w:rsidR="003941F8">
              <w:rPr>
                <w:sz w:val="20"/>
              </w:rPr>
              <w:t xml:space="preserve"> </w:t>
            </w:r>
          </w:p>
        </w:tc>
      </w:tr>
      <w:tr w:rsidR="00836379" w:rsidRPr="001611B4" w14:paraId="58FA04AD" w14:textId="77777777" w:rsidTr="0033728C">
        <w:tc>
          <w:tcPr>
            <w:tcW w:w="3289" w:type="dxa"/>
          </w:tcPr>
          <w:p w14:paraId="795AF362" w14:textId="77777777" w:rsidR="00836379" w:rsidRPr="001611B4" w:rsidRDefault="00836379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3544" w:type="dxa"/>
          </w:tcPr>
          <w:p w14:paraId="4ADBD065" w14:textId="48EAA506" w:rsidR="00836379" w:rsidRPr="001611B4" w:rsidRDefault="003941F8" w:rsidP="0033728C">
            <w:pPr>
              <w:rPr>
                <w:bCs/>
                <w:sz w:val="20"/>
              </w:rPr>
            </w:pPr>
            <w:r w:rsidRPr="003941F8">
              <w:rPr>
                <w:sz w:val="20"/>
              </w:rPr>
              <w:t>Juhatuse liige</w:t>
            </w:r>
            <w:r w:rsidR="0033728C">
              <w:rPr>
                <w:sz w:val="20"/>
              </w:rPr>
              <w:t xml:space="preserve"> </w:t>
            </w:r>
            <w:r w:rsidRPr="003941F8">
              <w:rPr>
                <w:sz w:val="20"/>
              </w:rPr>
              <w:t>Heikko Kont</w:t>
            </w:r>
          </w:p>
        </w:tc>
        <w:tc>
          <w:tcPr>
            <w:tcW w:w="3196" w:type="dxa"/>
          </w:tcPr>
          <w:p w14:paraId="6DD68004" w14:textId="477453F1" w:rsidR="00836379" w:rsidRPr="001611B4" w:rsidRDefault="00836379" w:rsidP="00E8544B">
            <w:pPr>
              <w:rPr>
                <w:bCs/>
                <w:sz w:val="20"/>
              </w:rPr>
            </w:pPr>
          </w:p>
        </w:tc>
      </w:tr>
      <w:tr w:rsidR="00836379" w:rsidRPr="001611B4" w14:paraId="267AC844" w14:textId="77777777" w:rsidTr="0033728C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62685E6D" w:rsidR="00836379" w:rsidRPr="001611B4" w:rsidRDefault="00836379" w:rsidP="00E8544B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="003941F8" w:rsidRPr="00CB59DB">
              <w:rPr>
                <w:bCs/>
                <w:sz w:val="20"/>
              </w:rPr>
              <w:t>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3714F82F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 xml:space="preserve">Käesolev leping on sõlmitud Vabariigi Valitsuse 4. jaanuari 2007. a määruse nr 1 § 5 kohaselt läbiviidud </w:t>
      </w:r>
      <w:r w:rsidR="00930FA0" w:rsidRPr="001611B4">
        <w:rPr>
          <w:sz w:val="20"/>
        </w:rPr>
        <w:t xml:space="preserve"> </w:t>
      </w:r>
      <w:r w:rsidRPr="001611B4">
        <w:rPr>
          <w:sz w:val="20"/>
        </w:rPr>
        <w:t>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</w:t>
      </w:r>
      <w:proofErr w:type="spellStart"/>
      <w:r w:rsidR="001A043B" w:rsidRPr="001611B4">
        <w:rPr>
          <w:sz w:val="20"/>
        </w:rPr>
        <w:t>Incoterms</w:t>
      </w:r>
      <w:proofErr w:type="spellEnd"/>
      <w:r w:rsidR="001A043B" w:rsidRPr="001611B4">
        <w:rPr>
          <w:sz w:val="20"/>
        </w:rPr>
        <w:t xml:space="preserve">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5BD7240D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</w:t>
      </w:r>
      <w:proofErr w:type="spellStart"/>
      <w:r w:rsidR="003412C1" w:rsidRPr="001611B4">
        <w:rPr>
          <w:sz w:val="20"/>
        </w:rPr>
        <w:t>ga</w:t>
      </w:r>
      <w:proofErr w:type="spellEnd"/>
      <w:r w:rsidR="003412C1" w:rsidRPr="001611B4">
        <w:rPr>
          <w:sz w:val="20"/>
        </w:rPr>
        <w:t xml:space="preserve">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>EVR-</w:t>
      </w:r>
      <w:proofErr w:type="spellStart"/>
      <w:r w:rsidR="00611367" w:rsidRPr="001611B4">
        <w:rPr>
          <w:sz w:val="20"/>
        </w:rPr>
        <w:t>ga</w:t>
      </w:r>
      <w:proofErr w:type="spellEnd"/>
      <w:r w:rsidR="00611367" w:rsidRPr="001611B4">
        <w:rPr>
          <w:sz w:val="20"/>
        </w:rPr>
        <w:t xml:space="preserve">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</w:t>
      </w:r>
      <w:r w:rsidR="000947B0" w:rsidRPr="001611B4">
        <w:rPr>
          <w:bCs/>
          <w:sz w:val="20"/>
        </w:rPr>
        <w:t xml:space="preserve">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77777777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0E3545" w:rsidRPr="001611B4">
        <w:rPr>
          <w:sz w:val="20"/>
        </w:rPr>
        <w:t>kättesaadavaks</w:t>
      </w:r>
      <w:r w:rsidR="00D521FD" w:rsidRPr="001611B4">
        <w:rPr>
          <w:sz w:val="20"/>
        </w:rPr>
        <w:t xml:space="preserve"> </w:t>
      </w:r>
      <w:r w:rsidR="00AC7315" w:rsidRPr="001611B4">
        <w:rPr>
          <w:sz w:val="20"/>
        </w:rPr>
        <w:t xml:space="preserve">virnmaterjalina mõõdetud metsamaterjali puhul </w:t>
      </w:r>
      <w:r w:rsidR="00FC726B" w:rsidRPr="001611B4">
        <w:rPr>
          <w:sz w:val="20"/>
        </w:rPr>
        <w:t>1 (ühe)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p</w:t>
      </w:r>
      <w:r w:rsidR="005253F3" w:rsidRPr="001611B4">
        <w:rPr>
          <w:sz w:val="20"/>
        </w:rPr>
        <w:t xml:space="preserve">äeva jooksul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saabumisest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lattu</w:t>
      </w:r>
      <w:r w:rsidR="00AC7315" w:rsidRPr="001611B4">
        <w:rPr>
          <w:sz w:val="20"/>
        </w:rPr>
        <w:t>, nott-haaval mõõdetud metsamaterjali puhul 3 (kolme) 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</w:t>
      </w:r>
      <w:r w:rsidR="005253F3" w:rsidRPr="001611B4">
        <w:rPr>
          <w:sz w:val="20"/>
        </w:rPr>
        <w:lastRenderedPageBreak/>
        <w:t xml:space="preserve">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77777777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lepingu p 10.1. näidatud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34077AB7" w14:textId="6C76D279" w:rsidR="002A5316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Virnmaterjali m</w:t>
      </w:r>
      <w:r w:rsidR="0069125A" w:rsidRPr="001611B4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1611B4">
        <w:rPr>
          <w:sz w:val="20"/>
        </w:rPr>
        <w:t xml:space="preserve">või </w:t>
      </w:r>
      <w:r w:rsidR="0069125A" w:rsidRPr="001611B4">
        <w:rPr>
          <w:sz w:val="20"/>
        </w:rPr>
        <w:t>või poolte kokkuleppel muu lahenduse kaudu või lepingu p 10.1. näidatud e-posti aadressile</w:t>
      </w:r>
      <w:r w:rsidR="002A5316" w:rsidRPr="001611B4">
        <w:rPr>
          <w:sz w:val="20"/>
        </w:rPr>
        <w:t>.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3A38837B" w14:textId="77777777" w:rsidR="001A653F" w:rsidRPr="000A4A87" w:rsidRDefault="001A653F" w:rsidP="001A653F">
      <w:pPr>
        <w:pStyle w:val="Pealkiri21"/>
        <w:shd w:val="clear" w:color="auto" w:fill="FFFFFF" w:themeFill="background1"/>
        <w:rPr>
          <w:bCs/>
          <w:sz w:val="20"/>
        </w:rPr>
      </w:pPr>
      <w:r w:rsidRPr="000A4A87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0A4A87">
        <w:rPr>
          <w:bCs/>
          <w:sz w:val="20"/>
        </w:rPr>
        <w:t>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4DED4172" w14:textId="6E1A09C4" w:rsidR="00D514A5" w:rsidRPr="005B7340" w:rsidRDefault="00D4333E" w:rsidP="005B7340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5"/>
        <w:gridCol w:w="2206"/>
      </w:tblGrid>
      <w:tr w:rsidR="00D514A5" w:rsidRPr="001611B4" w14:paraId="7D275FF5" w14:textId="77777777" w:rsidTr="00344666">
        <w:trPr>
          <w:trHeight w:val="754"/>
        </w:trPr>
        <w:tc>
          <w:tcPr>
            <w:tcW w:w="7545" w:type="dxa"/>
          </w:tcPr>
          <w:p w14:paraId="21F48390" w14:textId="337F2904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3.</w:t>
            </w:r>
            <w:r w:rsidR="005B7340">
              <w:rPr>
                <w:sz w:val="20"/>
              </w:rPr>
              <w:t>1</w:t>
            </w:r>
            <w:r w:rsidRPr="001611B4">
              <w:rPr>
                <w:sz w:val="20"/>
              </w:rPr>
              <w:t>.</w:t>
            </w:r>
            <w:r w:rsidR="005B7340">
              <w:rPr>
                <w:sz w:val="20"/>
              </w:rPr>
              <w:t>1</w:t>
            </w:r>
            <w:r w:rsidRPr="001611B4">
              <w:rPr>
                <w:sz w:val="20"/>
              </w:rPr>
              <w:t xml:space="preserve"> Maksetähtaeg </w:t>
            </w:r>
          </w:p>
          <w:p w14:paraId="3C67FA4A" w14:textId="77777777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2206" w:type="dxa"/>
          </w:tcPr>
          <w:p w14:paraId="7BF9AD97" w14:textId="616944FC" w:rsidR="00D514A5" w:rsidRPr="001611B4" w:rsidRDefault="00D514A5" w:rsidP="007D7794">
            <w:pPr>
              <w:rPr>
                <w:iCs/>
                <w:sz w:val="20"/>
              </w:rPr>
            </w:pPr>
            <w:r w:rsidRPr="001611B4">
              <w:rPr>
                <w:iCs/>
                <w:sz w:val="20"/>
              </w:rPr>
              <w:t>3.</w:t>
            </w:r>
            <w:r w:rsidR="005B7340">
              <w:rPr>
                <w:iCs/>
                <w:sz w:val="20"/>
              </w:rPr>
              <w:t>1</w:t>
            </w:r>
            <w:r w:rsidRPr="001611B4">
              <w:rPr>
                <w:iCs/>
                <w:sz w:val="20"/>
              </w:rPr>
              <w:t>.</w:t>
            </w:r>
            <w:r w:rsidR="005B7340">
              <w:rPr>
                <w:iCs/>
                <w:sz w:val="20"/>
              </w:rPr>
              <w:t>2</w:t>
            </w:r>
            <w:r w:rsidRPr="001611B4">
              <w:rPr>
                <w:iCs/>
                <w:sz w:val="20"/>
              </w:rPr>
              <w:t xml:space="preserve"> Krediidilimiit </w:t>
            </w:r>
          </w:p>
          <w:p w14:paraId="3485695A" w14:textId="77777777" w:rsidR="00D514A5" w:rsidRPr="001611B4" w:rsidRDefault="00D514A5" w:rsidP="007D7794">
            <w:pPr>
              <w:rPr>
                <w:i/>
                <w:sz w:val="20"/>
              </w:rPr>
            </w:pPr>
          </w:p>
        </w:tc>
      </w:tr>
      <w:tr w:rsidR="00D514A5" w:rsidRPr="001611B4" w14:paraId="6D5861AB" w14:textId="77777777" w:rsidTr="00344666">
        <w:trPr>
          <w:trHeight w:val="1508"/>
        </w:trPr>
        <w:tc>
          <w:tcPr>
            <w:tcW w:w="7545" w:type="dxa"/>
          </w:tcPr>
          <w:p w14:paraId="6A993808" w14:textId="77777777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Tähtajaline ettemaks kokkulepitud kuupäevaks kokkulepitud summas:</w:t>
            </w:r>
          </w:p>
          <w:p w14:paraId="20B32267" w14:textId="411EE00B" w:rsidR="00D514A5" w:rsidRPr="001611B4" w:rsidRDefault="005B7340" w:rsidP="005B7340">
            <w:pPr>
              <w:ind w:left="720"/>
              <w:rPr>
                <w:sz w:val="20"/>
              </w:rPr>
            </w:pPr>
            <w:r>
              <w:rPr>
                <w:sz w:val="20"/>
              </w:rPr>
              <w:t xml:space="preserve">Ostja </w:t>
            </w:r>
            <w:r w:rsidRPr="00330C91">
              <w:rPr>
                <w:sz w:val="20"/>
              </w:rPr>
              <w:t>kannab Müüja pangakonto</w:t>
            </w:r>
            <w:r>
              <w:rPr>
                <w:sz w:val="20"/>
              </w:rPr>
              <w:t xml:space="preserve">le nr </w:t>
            </w:r>
            <w:r w:rsidRPr="006A5ADD">
              <w:rPr>
                <w:sz w:val="20"/>
              </w:rPr>
              <w:t>EE781010402024861004</w:t>
            </w:r>
            <w:r>
              <w:rPr>
                <w:sz w:val="20"/>
              </w:rPr>
              <w:t xml:space="preserve"> ettemaksu vastavalt tarnegraafikus sätestatud kogusele korraga kogu kuu koguse eest</w:t>
            </w:r>
            <w:r w:rsidRPr="00330C91">
              <w:rPr>
                <w:sz w:val="20"/>
              </w:rPr>
              <w:t>.</w:t>
            </w:r>
            <w:r>
              <w:rPr>
                <w:sz w:val="20"/>
              </w:rPr>
              <w:t xml:space="preserve">  Ettemaksu</w:t>
            </w:r>
            <w:r w:rsidRPr="00330C91">
              <w:rPr>
                <w:sz w:val="20"/>
              </w:rPr>
              <w:t xml:space="preserve"> kandmise korral kohustub Ostja maksekorraldusel selgituses viitama lepingunumbrile ja lisam</w:t>
            </w:r>
            <w:r>
              <w:rPr>
                <w:sz w:val="20"/>
              </w:rPr>
              <w:t>a märgusõna „Lepingu ettemaks</w:t>
            </w:r>
            <w:r w:rsidRPr="00330C91">
              <w:rPr>
                <w:sz w:val="20"/>
              </w:rPr>
              <w:t>“.</w:t>
            </w:r>
          </w:p>
        </w:tc>
        <w:tc>
          <w:tcPr>
            <w:tcW w:w="2206" w:type="dxa"/>
          </w:tcPr>
          <w:p w14:paraId="133B848A" w14:textId="77777777" w:rsidR="00D514A5" w:rsidRPr="001611B4" w:rsidRDefault="0094376B" w:rsidP="0094376B">
            <w:pPr>
              <w:rPr>
                <w:sz w:val="20"/>
              </w:rPr>
            </w:pPr>
            <w:r w:rsidRPr="001611B4">
              <w:rPr>
                <w:sz w:val="20"/>
              </w:rPr>
              <w:t>Krediidilimiit on</w:t>
            </w:r>
            <w:r w:rsidR="00D514A5" w:rsidRPr="001611B4">
              <w:rPr>
                <w:sz w:val="20"/>
              </w:rPr>
              <w:t xml:space="preserve"> </w:t>
            </w:r>
            <w:r w:rsidRPr="001611B4">
              <w:rPr>
                <w:sz w:val="20"/>
              </w:rPr>
              <w:t>makstud ettemaksu ulatuses</w:t>
            </w:r>
            <w:r w:rsidR="00344666" w:rsidRPr="001611B4">
              <w:rPr>
                <w:sz w:val="20"/>
              </w:rPr>
              <w:t>.</w:t>
            </w:r>
          </w:p>
        </w:tc>
      </w:tr>
    </w:tbl>
    <w:p w14:paraId="72A7DE85" w14:textId="10F79E43" w:rsidR="00151D79" w:rsidRPr="001611B4" w:rsidRDefault="00D4333E" w:rsidP="005E29B5">
      <w:pPr>
        <w:pStyle w:val="Pealkiri21"/>
      </w:pPr>
      <w:r w:rsidRPr="005E29B5">
        <w:rPr>
          <w:sz w:val="20"/>
        </w:rPr>
        <w:t>Müüja</w:t>
      </w:r>
      <w:r w:rsidR="005253F3" w:rsidRPr="005E29B5">
        <w:rPr>
          <w:sz w:val="20"/>
        </w:rPr>
        <w:t xml:space="preserve"> esitab </w:t>
      </w:r>
      <w:r w:rsidR="00151D79" w:rsidRPr="005E29B5">
        <w:rPr>
          <w:sz w:val="20"/>
        </w:rPr>
        <w:t xml:space="preserve">ettemaksu laekumisel </w:t>
      </w:r>
      <w:r w:rsidR="005253F3" w:rsidRPr="005E29B5">
        <w:rPr>
          <w:sz w:val="20"/>
        </w:rPr>
        <w:t xml:space="preserve">arved </w:t>
      </w:r>
      <w:r w:rsidR="0094376B" w:rsidRPr="005E29B5">
        <w:rPr>
          <w:sz w:val="20"/>
        </w:rPr>
        <w:t>m</w:t>
      </w:r>
      <w:r w:rsidRPr="005E29B5">
        <w:rPr>
          <w:sz w:val="20"/>
        </w:rPr>
        <w:t>etsamaterjal</w:t>
      </w:r>
      <w:r w:rsidR="005253F3" w:rsidRPr="005E29B5">
        <w:rPr>
          <w:sz w:val="20"/>
        </w:rPr>
        <w:t>i eest elektrooniliselt e-posti aadressile</w:t>
      </w:r>
      <w:r w:rsidR="005253F3" w:rsidRPr="001611B4">
        <w:t xml:space="preserve">: </w:t>
      </w:r>
      <w:hyperlink r:id="rId19" w:history="1">
        <w:r w:rsidR="005E29B5" w:rsidRPr="0014087A">
          <w:rPr>
            <w:rStyle w:val="Hperlink"/>
            <w:bCs/>
            <w:sz w:val="20"/>
          </w:rPr>
          <w:t>heikko.kont@gmail.com</w:t>
        </w:r>
      </w:hyperlink>
      <w:r w:rsidR="005E29B5">
        <w:rPr>
          <w:bCs/>
          <w:sz w:val="20"/>
        </w:rPr>
        <w:t xml:space="preserve"> </w:t>
      </w:r>
    </w:p>
    <w:p w14:paraId="2D1088D5" w14:textId="108D475C" w:rsidR="005253F3" w:rsidRPr="001611B4" w:rsidRDefault="00A24D92" w:rsidP="00A9731F">
      <w:pPr>
        <w:pStyle w:val="Pealkiri21"/>
        <w:rPr>
          <w:bCs/>
          <w:sz w:val="20"/>
        </w:rPr>
      </w:pPr>
      <w:r w:rsidRPr="001611B4">
        <w:rPr>
          <w:sz w:val="20"/>
        </w:rPr>
        <w:t xml:space="preserve">Juhul, kui </w:t>
      </w:r>
      <w:r w:rsidR="0094376B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ei ole tasunud kokkulepitud summas tähtaegsel</w:t>
      </w:r>
      <w:r w:rsidR="0094376B" w:rsidRPr="001611B4">
        <w:rPr>
          <w:sz w:val="20"/>
        </w:rPr>
        <w:t>t ettemaksu le</w:t>
      </w:r>
      <w:r w:rsidRPr="001611B4">
        <w:rPr>
          <w:sz w:val="20"/>
        </w:rPr>
        <w:t xml:space="preserve">pingu alusel tarnitava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eest, on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 õigus </w:t>
      </w:r>
      <w:r w:rsidR="0094376B" w:rsidRPr="001611B4">
        <w:rPr>
          <w:sz w:val="20"/>
        </w:rPr>
        <w:t>ühepoolselt keelduda t</w:t>
      </w:r>
      <w:r w:rsidR="00DB5790" w:rsidRPr="001611B4">
        <w:rPr>
          <w:sz w:val="20"/>
        </w:rPr>
        <w:t xml:space="preserve">arnegraafiku täitmisest, nõuda </w:t>
      </w:r>
      <w:r w:rsidR="0094376B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="00DB5790" w:rsidRPr="001611B4">
        <w:rPr>
          <w:sz w:val="20"/>
        </w:rPr>
        <w:t>lt leppet</w:t>
      </w:r>
      <w:r w:rsidR="00FD66C3" w:rsidRPr="001611B4">
        <w:rPr>
          <w:sz w:val="20"/>
        </w:rPr>
        <w:t>rahvi 10</w:t>
      </w:r>
      <w:r w:rsidR="001105B9" w:rsidRPr="001611B4">
        <w:rPr>
          <w:sz w:val="20"/>
        </w:rPr>
        <w:t xml:space="preserve"> (kümme) </w:t>
      </w:r>
      <w:r w:rsidR="00FD66C3" w:rsidRPr="001611B4">
        <w:rPr>
          <w:sz w:val="20"/>
        </w:rPr>
        <w:t>% ettemaksu summast ja l</w:t>
      </w:r>
      <w:r w:rsidR="00DB5790" w:rsidRPr="001611B4">
        <w:rPr>
          <w:sz w:val="20"/>
        </w:rPr>
        <w:t>epingust taganeda.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lastRenderedPageBreak/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03458E6C" w14:textId="50639FA4" w:rsidR="005253F3" w:rsidRPr="005E29B5" w:rsidRDefault="00117DAF" w:rsidP="00105593">
      <w:pPr>
        <w:pStyle w:val="Pealkiri21"/>
        <w:rPr>
          <w:b/>
          <w:sz w:val="20"/>
        </w:rPr>
      </w:pPr>
      <w:r w:rsidRPr="005E29B5">
        <w:rPr>
          <w:sz w:val="20"/>
        </w:rPr>
        <w:t>Leping</w:t>
      </w:r>
      <w:r w:rsidR="001A653F">
        <w:rPr>
          <w:sz w:val="20"/>
        </w:rPr>
        <w:t xml:space="preserve"> kehtib kuni </w:t>
      </w:r>
      <w:r w:rsidR="005E29B5">
        <w:rPr>
          <w:sz w:val="20"/>
        </w:rPr>
        <w:t>31.</w:t>
      </w:r>
      <w:r w:rsidR="00832BE6">
        <w:rPr>
          <w:sz w:val="20"/>
        </w:rPr>
        <w:t>03</w:t>
      </w:r>
      <w:r w:rsidR="005E29B5">
        <w:rPr>
          <w:sz w:val="20"/>
        </w:rPr>
        <w:t>.202</w:t>
      </w:r>
      <w:r w:rsidR="00832BE6">
        <w:rPr>
          <w:sz w:val="20"/>
        </w:rPr>
        <w:t>6</w:t>
      </w:r>
      <w:r w:rsidR="001A653F">
        <w:rPr>
          <w:sz w:val="20"/>
        </w:rPr>
        <w:t xml:space="preserve"> a.</w:t>
      </w: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20" w:history="1">
        <w:r w:rsidRPr="001611B4">
          <w:rPr>
            <w:rStyle w:val="H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4623EE" w:rsidRPr="001611B4" w14:paraId="7D5EBCC7" w14:textId="77777777" w:rsidTr="00A11833">
        <w:trPr>
          <w:trHeight w:val="551"/>
        </w:trPr>
        <w:tc>
          <w:tcPr>
            <w:tcW w:w="4175" w:type="dxa"/>
            <w:vAlign w:val="bottom"/>
          </w:tcPr>
          <w:p w14:paraId="14886099" w14:textId="28F95637" w:rsidR="004623EE" w:rsidRPr="001611B4" w:rsidRDefault="00832BE6" w:rsidP="00A11833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2123798159"/>
                <w:placeholder>
                  <w:docPart w:val="D8E02E0EDD9243E4B3C5042691377DB6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E14AA9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4EEE8674" w14:textId="77777777" w:rsidR="004623EE" w:rsidRPr="001611B4" w:rsidRDefault="004623EE" w:rsidP="00A11833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  <w:vAlign w:val="bottom"/>
          </w:tcPr>
          <w:p w14:paraId="2FA8E4D0" w14:textId="3EE3C15C" w:rsidR="004623EE" w:rsidRPr="001611B4" w:rsidRDefault="00832BE6" w:rsidP="00A11833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1117192284"/>
                <w:placeholder>
                  <w:docPart w:val="735D1A1C02554800A6A8AFE285F2ABCD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E14AA9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1611B4" w14:paraId="7AE54527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367D077E" w14:textId="77777777" w:rsidR="004623EE" w:rsidRPr="001611B4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5954782" w14:textId="77777777" w:rsidR="004623EE" w:rsidRPr="001611B4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623EE" w:rsidRPr="001611B4" w14:paraId="34D5EBF4" w14:textId="77777777" w:rsidTr="00E02002">
        <w:trPr>
          <w:trHeight w:val="340"/>
        </w:trPr>
        <w:tc>
          <w:tcPr>
            <w:tcW w:w="5245" w:type="dxa"/>
            <w:vAlign w:val="bottom"/>
          </w:tcPr>
          <w:p w14:paraId="489ADDFB" w14:textId="69B59029" w:rsidR="004623EE" w:rsidRPr="001611B4" w:rsidRDefault="00E14AA9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7842C6EA" w14:textId="6BEC3566" w:rsidR="004623EE" w:rsidRPr="001611B4" w:rsidRDefault="00E14AA9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Heikko Kont</w:t>
            </w:r>
          </w:p>
        </w:tc>
      </w:tr>
    </w:tbl>
    <w:p w14:paraId="2005BC6D" w14:textId="0ABE4B32" w:rsidR="005253F3" w:rsidRPr="001611B4" w:rsidRDefault="005253F3" w:rsidP="00145AC6">
      <w:pPr>
        <w:rPr>
          <w:i/>
          <w:sz w:val="20"/>
        </w:rPr>
      </w:pPr>
    </w:p>
    <w:sectPr w:rsidR="005253F3" w:rsidRPr="001611B4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93CB4" w14:textId="77777777" w:rsidR="005D0FD7" w:rsidRDefault="005D0FD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39BA5" w14:textId="77777777" w:rsidR="005D0FD7" w:rsidRDefault="005D0FD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A69CF" w14:textId="77777777" w:rsidR="005D0FD7" w:rsidRDefault="005D0FD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6E6FF72A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22A9">
          <w:rPr>
            <w:noProof/>
          </w:rPr>
          <w:t>3</w:t>
        </w:r>
        <w:r>
          <w:fldChar w:fldCharType="end"/>
        </w:r>
        <w:r>
          <w:tab/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277252124">
    <w:abstractNumId w:val="0"/>
  </w:num>
  <w:num w:numId="2" w16cid:durableId="1842888277">
    <w:abstractNumId w:val="10"/>
  </w:num>
  <w:num w:numId="3" w16cid:durableId="713769681">
    <w:abstractNumId w:val="9"/>
  </w:num>
  <w:num w:numId="4" w16cid:durableId="365908659">
    <w:abstractNumId w:val="14"/>
  </w:num>
  <w:num w:numId="5" w16cid:durableId="602150853">
    <w:abstractNumId w:val="15"/>
  </w:num>
  <w:num w:numId="6" w16cid:durableId="886795011">
    <w:abstractNumId w:val="18"/>
  </w:num>
  <w:num w:numId="7" w16cid:durableId="1341348050">
    <w:abstractNumId w:val="20"/>
  </w:num>
  <w:num w:numId="8" w16cid:durableId="1298990964">
    <w:abstractNumId w:val="5"/>
  </w:num>
  <w:num w:numId="9" w16cid:durableId="530385402">
    <w:abstractNumId w:val="7"/>
  </w:num>
  <w:num w:numId="10" w16cid:durableId="1197039919">
    <w:abstractNumId w:val="1"/>
  </w:num>
  <w:num w:numId="11" w16cid:durableId="1723744832">
    <w:abstractNumId w:val="2"/>
  </w:num>
  <w:num w:numId="12" w16cid:durableId="693965084">
    <w:abstractNumId w:val="12"/>
  </w:num>
  <w:num w:numId="13" w16cid:durableId="2052261865">
    <w:abstractNumId w:val="17"/>
  </w:num>
  <w:num w:numId="14" w16cid:durableId="1432433896">
    <w:abstractNumId w:val="8"/>
  </w:num>
  <w:num w:numId="15" w16cid:durableId="1642149109">
    <w:abstractNumId w:val="4"/>
  </w:num>
  <w:num w:numId="16" w16cid:durableId="1867402815">
    <w:abstractNumId w:val="17"/>
  </w:num>
  <w:num w:numId="17" w16cid:durableId="500512292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44788010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1106166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2670362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2473722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1966529">
    <w:abstractNumId w:val="21"/>
  </w:num>
  <w:num w:numId="23" w16cid:durableId="1388454374">
    <w:abstractNumId w:val="3"/>
  </w:num>
  <w:num w:numId="24" w16cid:durableId="1787194172">
    <w:abstractNumId w:val="19"/>
  </w:num>
  <w:num w:numId="25" w16cid:durableId="1923637143">
    <w:abstractNumId w:val="6"/>
  </w:num>
  <w:num w:numId="26" w16cid:durableId="1065883684">
    <w:abstractNumId w:val="11"/>
  </w:num>
  <w:num w:numId="27" w16cid:durableId="10676550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49657329">
    <w:abstractNumId w:val="13"/>
  </w:num>
  <w:num w:numId="29" w16cid:durableId="620575486">
    <w:abstractNumId w:val="16"/>
  </w:num>
  <w:num w:numId="30" w16cid:durableId="14547103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0F7D97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5AC6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A653F"/>
    <w:rsid w:val="001B1F4C"/>
    <w:rsid w:val="001B44BD"/>
    <w:rsid w:val="001C037C"/>
    <w:rsid w:val="001C0A72"/>
    <w:rsid w:val="001C5A75"/>
    <w:rsid w:val="001C6234"/>
    <w:rsid w:val="001C73D4"/>
    <w:rsid w:val="001D2CCB"/>
    <w:rsid w:val="001D2D60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6C7C"/>
    <w:rsid w:val="002376A7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6DD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455C"/>
    <w:rsid w:val="002E6FB9"/>
    <w:rsid w:val="002F1618"/>
    <w:rsid w:val="002F3C88"/>
    <w:rsid w:val="002F6AF8"/>
    <w:rsid w:val="00311C1C"/>
    <w:rsid w:val="00312D5E"/>
    <w:rsid w:val="003130C6"/>
    <w:rsid w:val="00314AD1"/>
    <w:rsid w:val="00320B8E"/>
    <w:rsid w:val="003305F9"/>
    <w:rsid w:val="00330C91"/>
    <w:rsid w:val="003311F0"/>
    <w:rsid w:val="0033728C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1F8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27F5"/>
    <w:rsid w:val="00413CE1"/>
    <w:rsid w:val="00413EFC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77619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46CD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B7340"/>
    <w:rsid w:val="005C0954"/>
    <w:rsid w:val="005C0CA3"/>
    <w:rsid w:val="005C0F01"/>
    <w:rsid w:val="005C3257"/>
    <w:rsid w:val="005D0FD7"/>
    <w:rsid w:val="005D135B"/>
    <w:rsid w:val="005D229E"/>
    <w:rsid w:val="005D281D"/>
    <w:rsid w:val="005D6D69"/>
    <w:rsid w:val="005E216A"/>
    <w:rsid w:val="005E29B5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1A7E"/>
    <w:rsid w:val="00622151"/>
    <w:rsid w:val="00622746"/>
    <w:rsid w:val="00622D7D"/>
    <w:rsid w:val="006277C4"/>
    <w:rsid w:val="00631305"/>
    <w:rsid w:val="00631415"/>
    <w:rsid w:val="0063210F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2ABB"/>
    <w:rsid w:val="00692BAD"/>
    <w:rsid w:val="006975E1"/>
    <w:rsid w:val="006A2FC1"/>
    <w:rsid w:val="006A6699"/>
    <w:rsid w:val="006B641D"/>
    <w:rsid w:val="006B6C51"/>
    <w:rsid w:val="006D036C"/>
    <w:rsid w:val="006D05A5"/>
    <w:rsid w:val="006D3FEC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84C60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BE6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0DEC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80A44"/>
    <w:rsid w:val="00A84326"/>
    <w:rsid w:val="00A9565C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2A9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AA9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5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E7B79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semiHidden/>
    <w:unhideWhenUsed/>
    <w:locked/>
    <w:rsid w:val="00A80A4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mailto:heikko.kont@gmail.com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mailto:rmk@rmk.ee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http://www.rmk.e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heikko.kont@gmail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8E02E0EDD9243E4B3C5042691377DB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D3C008-E873-4F46-93CE-7FD7D2CCC55A}"/>
      </w:docPartPr>
      <w:docPartBody>
        <w:p w:rsidR="00985EA7" w:rsidRDefault="00985EA7">
          <w:pPr>
            <w:pStyle w:val="D8E02E0EDD9243E4B3C5042691377DB6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735D1A1C02554800A6A8AFE285F2AB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DA47E45-CCBC-4E6E-9997-C9E0932F41CB}"/>
      </w:docPartPr>
      <w:docPartBody>
        <w:p w:rsidR="00985EA7" w:rsidRDefault="00985EA7">
          <w:pPr>
            <w:pStyle w:val="735D1A1C02554800A6A8AFE285F2ABCD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1D2D60"/>
    <w:rsid w:val="002A6DD6"/>
    <w:rsid w:val="00477619"/>
    <w:rsid w:val="00485420"/>
    <w:rsid w:val="004E54B1"/>
    <w:rsid w:val="00692BAD"/>
    <w:rsid w:val="00950DEC"/>
    <w:rsid w:val="0098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4E54B1"/>
    <w:rPr>
      <w:color w:val="808080"/>
    </w:rPr>
  </w:style>
  <w:style w:type="paragraph" w:customStyle="1" w:styleId="D8E02E0EDD9243E4B3C5042691377DB6">
    <w:name w:val="D8E02E0EDD9243E4B3C5042691377DB6"/>
  </w:style>
  <w:style w:type="paragraph" w:customStyle="1" w:styleId="735D1A1C02554800A6A8AFE285F2ABCD">
    <w:name w:val="735D1A1C02554800A6A8AFE285F2AB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4" ma:contentTypeDescription="Loo uus dokument" ma:contentTypeScope="" ma:versionID="015ce8a496ba096a1f2e03b13d913425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b0b171a56f56f3758a98f40bad0fd9f7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1c8d153-7ce6-4a66-9ef7-ec7c6925eee0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137E0C-7D2C-4F74-9939-25628B93B5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68C1AE-14DE-4AA5-9C66-A45E634AB865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customXml/itemProps3.xml><?xml version="1.0" encoding="utf-8"?>
<ds:datastoreItem xmlns:ds="http://schemas.openxmlformats.org/officeDocument/2006/customXml" ds:itemID="{CD8AA54C-B305-417C-9CCF-51A724DE88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A0F77C-46B2-459B-999D-C8B25E67D6F2}"/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3</TotalTime>
  <Pages>3</Pages>
  <Words>969</Words>
  <Characters>7520</Characters>
  <Application>Microsoft Office Word</Application>
  <DocSecurity>0</DocSecurity>
  <Lines>62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8473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3</cp:revision>
  <cp:lastPrinted>2011-09-19T08:13:00Z</cp:lastPrinted>
  <dcterms:created xsi:type="dcterms:W3CDTF">2025-11-26T07:26:00Z</dcterms:created>
  <dcterms:modified xsi:type="dcterms:W3CDTF">2025-11-26T07:26:00Z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  <property fmtid="{D5CDD505-2E9C-101B-9397-08002B2CF9AE}" pid="3" name="ContentTypeId">
    <vt:lpwstr>0x01010051C0F4519ECA3043B2575B66818F26CA</vt:lpwstr>
  </property>
  <property fmtid="{D5CDD505-2E9C-101B-9397-08002B2CF9AE}" pid="4" name="Order">
    <vt:r8>804800</vt:r8>
  </property>
  <property fmtid="{D5CDD505-2E9C-101B-9397-08002B2CF9AE}" pid="5" name="MediaServiceImageTags">
    <vt:lpwstr/>
  </property>
</Properties>
</file>